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810" w:rsidRDefault="00187810" w:rsidP="00B978E0">
      <w:pPr>
        <w:jc w:val="center"/>
        <w:rPr>
          <w:rFonts w:ascii="Book Antiqua" w:hAnsi="Book Antiqua"/>
          <w:b/>
          <w:spacing w:val="-3"/>
          <w:sz w:val="40"/>
          <w:szCs w:val="40"/>
        </w:rPr>
      </w:pPr>
      <w:r>
        <w:rPr>
          <w:rFonts w:ascii="Book Antiqua" w:hAnsi="Book Antiqua"/>
          <w:b/>
          <w:spacing w:val="-3"/>
          <w:sz w:val="40"/>
          <w:szCs w:val="40"/>
        </w:rPr>
        <w:t>Clinical Physiologists Registration Board</w:t>
      </w:r>
    </w:p>
    <w:p w:rsidR="007166AA" w:rsidRDefault="00187810" w:rsidP="00125B23">
      <w:pPr>
        <w:pStyle w:val="Heading1"/>
      </w:pPr>
      <w:r>
        <w:t>Registration Application Supporting Documents</w:t>
      </w:r>
      <w:r w:rsidR="00505855">
        <w:t xml:space="preserve"> for:</w:t>
      </w:r>
    </w:p>
    <w:p w:rsidR="00187810" w:rsidRDefault="007166AA" w:rsidP="00125B23">
      <w:pPr>
        <w:pStyle w:val="Heading1"/>
      </w:pPr>
      <w:r>
        <w:t>__________________________________</w:t>
      </w:r>
      <w:r w:rsidR="00505855">
        <w:t>______________________</w:t>
      </w:r>
    </w:p>
    <w:p w:rsidR="00187810" w:rsidRPr="00125B23" w:rsidRDefault="00187810" w:rsidP="00125B23"/>
    <w:p w:rsidR="007166AA" w:rsidRDefault="00187810" w:rsidP="00AD30D9">
      <w:pPr>
        <w:spacing w:line="240" w:lineRule="auto"/>
      </w:pPr>
      <w:r>
        <w:t xml:space="preserve">Please Print this form, complete, sign, and return to the </w:t>
      </w:r>
      <w:r w:rsidR="007166AA">
        <w:t>Administrator</w:t>
      </w:r>
      <w:r>
        <w:t xml:space="preserve"> with the requested documents. </w:t>
      </w:r>
    </w:p>
    <w:p w:rsidR="007166AA" w:rsidRDefault="00187810" w:rsidP="00AD30D9">
      <w:pPr>
        <w:spacing w:line="240" w:lineRule="auto"/>
      </w:pPr>
      <w:r>
        <w:t xml:space="preserve">This form accompanies your application </w:t>
      </w:r>
      <w:r w:rsidR="007166AA">
        <w:t>to r</w:t>
      </w:r>
      <w:r>
        <w:t>egister via the CPRB website</w:t>
      </w:r>
      <w:r w:rsidR="007166AA">
        <w:t xml:space="preserve"> (</w:t>
      </w:r>
      <w:hyperlink r:id="rId8" w:history="1">
        <w:r w:rsidR="007166AA" w:rsidRPr="00C729B9">
          <w:rPr>
            <w:rStyle w:val="Hyperlink"/>
          </w:rPr>
          <w:t>www.cprb.org.nz</w:t>
        </w:r>
      </w:hyperlink>
      <w:r w:rsidR="007166AA">
        <w:t>).</w:t>
      </w:r>
    </w:p>
    <w:p w:rsidR="00187810" w:rsidRDefault="00187810" w:rsidP="00AD30D9">
      <w:pPr>
        <w:spacing w:line="240" w:lineRule="auto"/>
      </w:pPr>
      <w:r>
        <w:t>These documents will not be forwarded to the Board</w:t>
      </w:r>
      <w:r w:rsidR="007166AA">
        <w:t xml:space="preserve"> for consideration</w:t>
      </w:r>
      <w:r>
        <w:t xml:space="preserve"> unless you have </w:t>
      </w:r>
      <w:r w:rsidR="007166AA">
        <w:t xml:space="preserve">also completed the online application </w:t>
      </w:r>
      <w:r w:rsidRPr="007166AA">
        <w:rPr>
          <w:b/>
        </w:rPr>
        <w:t>and</w:t>
      </w:r>
      <w:r>
        <w:t xml:space="preserve"> paid t</w:t>
      </w:r>
      <w:r w:rsidR="007166AA">
        <w:t>he required application fee.</w:t>
      </w:r>
    </w:p>
    <w:p w:rsidR="007166AA" w:rsidRDefault="007166AA" w:rsidP="00AD30D9">
      <w:pPr>
        <w:spacing w:line="240" w:lineRule="auto"/>
      </w:pPr>
      <w:r>
        <w:t>There are 2 ways to submit your documents: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3"/>
        <w:gridCol w:w="4523"/>
      </w:tblGrid>
      <w:tr w:rsidR="00187810" w:rsidRPr="005D3EC2" w:rsidTr="005D3EC2">
        <w:tc>
          <w:tcPr>
            <w:tcW w:w="4621" w:type="dxa"/>
          </w:tcPr>
          <w:p w:rsidR="00187810" w:rsidRPr="005D3EC2" w:rsidRDefault="00187810" w:rsidP="005D3EC2">
            <w:pPr>
              <w:pStyle w:val="NoSpacing"/>
              <w:ind w:left="720"/>
              <w:rPr>
                <w:rFonts w:ascii="Arial" w:hAnsi="Arial" w:cs="Arial"/>
                <w:sz w:val="36"/>
                <w:szCs w:val="36"/>
                <w:lang w:eastAsia="en-NZ"/>
              </w:rPr>
            </w:pPr>
            <w:r w:rsidRPr="005D3EC2">
              <w:rPr>
                <w:rFonts w:ascii="Arial" w:hAnsi="Arial" w:cs="Arial"/>
                <w:sz w:val="36"/>
                <w:szCs w:val="36"/>
                <w:lang w:eastAsia="en-NZ"/>
              </w:rPr>
              <w:sym w:font="Wingdings" w:char="F02B"/>
            </w:r>
          </w:p>
          <w:p w:rsidR="007166AA" w:rsidRDefault="007166AA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>You can post these documents to:</w:t>
            </w: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  <w:p w:rsidR="00187810" w:rsidRPr="005D3EC2" w:rsidRDefault="00EC1D73" w:rsidP="005D3EC2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  <w:lang w:eastAsia="en-NZ"/>
              </w:rPr>
            </w:pPr>
            <w:r>
              <w:rPr>
                <w:rFonts w:ascii="Arial" w:hAnsi="Arial" w:cs="Arial"/>
                <w:sz w:val="20"/>
                <w:szCs w:val="20"/>
                <w:lang w:eastAsia="en-NZ"/>
              </w:rPr>
              <w:t>Registrar</w:t>
            </w:r>
          </w:p>
          <w:p w:rsidR="00187810" w:rsidRPr="005D3EC2" w:rsidRDefault="00187810" w:rsidP="005D3EC2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>Clinical Physiologists Registration Board</w:t>
            </w:r>
          </w:p>
          <w:p w:rsidR="00187810" w:rsidRDefault="00EC1D73" w:rsidP="005D3EC2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  <w:lang w:eastAsia="en-NZ"/>
              </w:rPr>
            </w:pPr>
            <w:r>
              <w:rPr>
                <w:rFonts w:ascii="Arial" w:hAnsi="Arial" w:cs="Arial"/>
                <w:sz w:val="20"/>
                <w:szCs w:val="20"/>
                <w:lang w:eastAsia="en-NZ"/>
              </w:rPr>
              <w:t>23a Adam Street</w:t>
            </w:r>
          </w:p>
          <w:p w:rsidR="00EC1D73" w:rsidRPr="005D3EC2" w:rsidRDefault="00EC1D73" w:rsidP="005D3EC2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  <w:lang w:eastAsia="en-NZ"/>
              </w:rPr>
            </w:pPr>
            <w:r>
              <w:rPr>
                <w:rFonts w:ascii="Arial" w:hAnsi="Arial" w:cs="Arial"/>
                <w:sz w:val="20"/>
                <w:szCs w:val="20"/>
                <w:lang w:eastAsia="en-NZ"/>
              </w:rPr>
              <w:t>Greenlane</w:t>
            </w:r>
          </w:p>
          <w:p w:rsidR="00187810" w:rsidRPr="005D3EC2" w:rsidRDefault="00187810" w:rsidP="005D3EC2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>Auckland</w:t>
            </w:r>
            <w:r w:rsidR="00EC1D73">
              <w:rPr>
                <w:rFonts w:ascii="Arial" w:hAnsi="Arial" w:cs="Arial"/>
                <w:sz w:val="20"/>
                <w:szCs w:val="20"/>
                <w:lang w:eastAsia="en-NZ"/>
              </w:rPr>
              <w:t xml:space="preserve"> 1024</w:t>
            </w:r>
          </w:p>
          <w:p w:rsidR="00187810" w:rsidRPr="005D3EC2" w:rsidRDefault="00187810" w:rsidP="005D3EC2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eastAsia="en-NZ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D3EC2">
                  <w:rPr>
                    <w:rFonts w:ascii="Arial" w:hAnsi="Arial" w:cs="Arial"/>
                    <w:sz w:val="20"/>
                    <w:szCs w:val="20"/>
                    <w:lang w:eastAsia="en-NZ"/>
                  </w:rPr>
                  <w:t>New Zealand</w:t>
                </w:r>
              </w:smartTag>
            </w:smartTag>
          </w:p>
          <w:p w:rsidR="00187810" w:rsidRPr="005D3EC2" w:rsidRDefault="00187810" w:rsidP="005D3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NZ"/>
              </w:rPr>
            </w:pPr>
          </w:p>
        </w:tc>
        <w:tc>
          <w:tcPr>
            <w:tcW w:w="4621" w:type="dxa"/>
          </w:tcPr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en-NZ"/>
              </w:rPr>
            </w:pPr>
            <w:r w:rsidRPr="005D3EC2">
              <w:rPr>
                <w:rFonts w:ascii="Arial" w:hAnsi="Arial" w:cs="Arial"/>
                <w:sz w:val="36"/>
                <w:szCs w:val="36"/>
                <w:lang w:eastAsia="en-NZ"/>
              </w:rPr>
              <w:tab/>
            </w:r>
            <w:r w:rsidRPr="005D3EC2">
              <w:rPr>
                <w:rFonts w:ascii="Arial" w:hAnsi="Arial" w:cs="Arial"/>
                <w:sz w:val="36"/>
                <w:szCs w:val="36"/>
                <w:lang w:eastAsia="en-NZ"/>
              </w:rPr>
              <w:sym w:font="Wingdings" w:char="F02A"/>
            </w:r>
            <w:r w:rsidRPr="005D3EC2">
              <w:rPr>
                <w:rFonts w:ascii="Arial" w:hAnsi="Arial" w:cs="Arial"/>
                <w:sz w:val="36"/>
                <w:szCs w:val="36"/>
                <w:lang w:eastAsia="en-NZ"/>
              </w:rPr>
              <w:sym w:font="Wingdings" w:char="F038"/>
            </w: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>You can scan and email them (</w:t>
            </w:r>
            <w:r w:rsidR="007166AA">
              <w:rPr>
                <w:rFonts w:ascii="Arial" w:hAnsi="Arial" w:cs="Arial"/>
                <w:sz w:val="20"/>
                <w:szCs w:val="20"/>
                <w:lang w:eastAsia="en-NZ"/>
              </w:rPr>
              <w:t xml:space="preserve">preferably </w:t>
            </w: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 xml:space="preserve">as a single file please) to : </w:t>
            </w: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ab/>
            </w:r>
          </w:p>
          <w:p w:rsidR="00187810" w:rsidRPr="005D3EC2" w:rsidRDefault="00187810" w:rsidP="005D3E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5D3EC2">
              <w:rPr>
                <w:rFonts w:ascii="Arial" w:hAnsi="Arial" w:cs="Arial"/>
                <w:sz w:val="20"/>
                <w:szCs w:val="20"/>
                <w:lang w:eastAsia="en-NZ"/>
              </w:rPr>
              <w:tab/>
            </w:r>
            <w:hyperlink r:id="rId9" w:history="1">
              <w:r w:rsidRPr="005D3EC2">
                <w:rPr>
                  <w:rStyle w:val="Hyperlink"/>
                  <w:rFonts w:ascii="Arial" w:hAnsi="Arial" w:cs="Arial"/>
                  <w:sz w:val="20"/>
                  <w:szCs w:val="20"/>
                  <w:lang w:eastAsia="en-NZ"/>
                </w:rPr>
                <w:t>admin@cprb.org.nz</w:t>
              </w:r>
            </w:hyperlink>
          </w:p>
          <w:p w:rsidR="00187810" w:rsidRPr="005D3EC2" w:rsidRDefault="00187810" w:rsidP="005D3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NZ"/>
              </w:rPr>
            </w:pPr>
          </w:p>
        </w:tc>
      </w:tr>
    </w:tbl>
    <w:p w:rsidR="007166AA" w:rsidRDefault="007166AA" w:rsidP="00AD30D9">
      <w:pPr>
        <w:spacing w:line="240" w:lineRule="auto"/>
      </w:pPr>
    </w:p>
    <w:p w:rsidR="007166AA" w:rsidRDefault="007166AA">
      <w:pPr>
        <w:spacing w:after="0" w:line="240" w:lineRule="auto"/>
      </w:pPr>
      <w:r>
        <w:br w:type="page"/>
      </w:r>
    </w:p>
    <w:p w:rsidR="00187810" w:rsidRDefault="007166AA" w:rsidP="00AD30D9">
      <w:pPr>
        <w:spacing w:line="240" w:lineRule="auto"/>
        <w:rPr>
          <w:rFonts w:ascii="Cambria" w:eastAsia="Times New Roman" w:hAnsi="Cambria"/>
          <w:b/>
          <w:bCs/>
          <w:color w:val="365F91"/>
          <w:sz w:val="28"/>
          <w:szCs w:val="28"/>
        </w:rPr>
      </w:pPr>
      <w:r w:rsidRPr="007166AA">
        <w:rPr>
          <w:rFonts w:ascii="Cambria" w:eastAsia="Times New Roman" w:hAnsi="Cambria"/>
          <w:b/>
          <w:bCs/>
          <w:color w:val="365F91"/>
          <w:sz w:val="28"/>
          <w:szCs w:val="28"/>
        </w:rPr>
        <w:lastRenderedPageBreak/>
        <w:t>Document Checklist</w:t>
      </w:r>
    </w:p>
    <w:p w:rsidR="00187810" w:rsidRPr="007166AA" w:rsidRDefault="001A3B2E" w:rsidP="00AD30D9">
      <w:pPr>
        <w:spacing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All</w:t>
      </w:r>
      <w:r w:rsidR="00187810" w:rsidRPr="007166AA">
        <w:rPr>
          <w:b/>
          <w:sz w:val="28"/>
          <w:szCs w:val="28"/>
          <w:u w:val="single"/>
        </w:rPr>
        <w:t xml:space="preserve"> Applicants:</w:t>
      </w:r>
    </w:p>
    <w:p w:rsidR="00187810" w:rsidRDefault="00187810" w:rsidP="00DE39EB">
      <w:pPr>
        <w:pStyle w:val="NoSpacing"/>
        <w:ind w:firstLine="720"/>
      </w:pPr>
    </w:p>
    <w:p w:rsidR="00DE39EB" w:rsidRDefault="00187810" w:rsidP="00DE39EB">
      <w:pPr>
        <w:pStyle w:val="NoSpacing"/>
      </w:pPr>
      <w:r w:rsidRPr="00505855">
        <w:rPr>
          <w:sz w:val="32"/>
          <w:szCs w:val="32"/>
          <w:highlight w:val="yellow"/>
        </w:rPr>
        <w:sym w:font="Wingdings" w:char="F06F"/>
      </w:r>
      <w:r>
        <w:rPr>
          <w:sz w:val="32"/>
          <w:szCs w:val="32"/>
        </w:rPr>
        <w:t xml:space="preserve"> *</w:t>
      </w:r>
      <w:r w:rsidR="00505855">
        <w:rPr>
          <w:sz w:val="32"/>
          <w:szCs w:val="32"/>
        </w:rPr>
        <w:t>*</w:t>
      </w:r>
      <w:r>
        <w:t>Certified copies of any qualifications</w:t>
      </w:r>
      <w:r w:rsidR="001A3B2E">
        <w:t>/certifications</w:t>
      </w:r>
      <w:r>
        <w:t xml:space="preserve"> (CPRB will not accept non-Certified copies)</w:t>
      </w:r>
      <w:r w:rsidR="00DE39EB" w:rsidRPr="00DE39EB">
        <w:t xml:space="preserve"> </w:t>
      </w:r>
    </w:p>
    <w:p w:rsidR="00DE39EB" w:rsidRDefault="00DE39EB" w:rsidP="00DE39EB">
      <w:pPr>
        <w:pStyle w:val="NoSpacing"/>
      </w:pPr>
    </w:p>
    <w:p w:rsidR="00DE39EB" w:rsidRDefault="00DE39EB" w:rsidP="00DE39EB">
      <w:pPr>
        <w:pStyle w:val="NoSpacing"/>
      </w:pPr>
      <w:r>
        <w:t xml:space="preserve">**Certified means presenting a </w:t>
      </w:r>
      <w:r w:rsidRPr="00DE39EB">
        <w:rPr>
          <w:b/>
        </w:rPr>
        <w:t>copy</w:t>
      </w:r>
      <w:r>
        <w:t xml:space="preserve"> of your qualification along with the </w:t>
      </w:r>
      <w:r w:rsidRPr="00DE39EB">
        <w:rPr>
          <w:b/>
        </w:rPr>
        <w:t>original</w:t>
      </w:r>
      <w:r>
        <w:t xml:space="preserve"> to a Justice of the Peace (JP), Solicitor, Holder of Public Office or Executive Officer of any sort, who must stamp the copy with their official stamp, date and sign.  </w:t>
      </w:r>
      <w:r w:rsidRPr="00FC269B">
        <w:rPr>
          <w:u w:val="single"/>
        </w:rPr>
        <w:t>Do not</w:t>
      </w:r>
      <w:r>
        <w:t xml:space="preserve"> send original documents to CPRB.</w:t>
      </w:r>
    </w:p>
    <w:p w:rsidR="00187810" w:rsidRDefault="00B873B1" w:rsidP="00B873B1">
      <w:pPr>
        <w:spacing w:line="240" w:lineRule="auto"/>
      </w:pPr>
      <w:r w:rsidRPr="00505855">
        <w:rPr>
          <w:sz w:val="32"/>
          <w:szCs w:val="32"/>
          <w:highlight w:val="yellow"/>
        </w:rPr>
        <w:sym w:font="Wingdings" w:char="F06F"/>
      </w:r>
      <w:r>
        <w:t xml:space="preserve"> </w:t>
      </w:r>
      <w:r>
        <w:t>Proof of professional registration in the country you are residing in (if applicable)</w:t>
      </w:r>
    </w:p>
    <w:p w:rsidR="00187810" w:rsidRDefault="00187810" w:rsidP="00125B23">
      <w:pPr>
        <w:spacing w:line="240" w:lineRule="auto"/>
      </w:pPr>
      <w:r w:rsidRPr="00505855">
        <w:rPr>
          <w:sz w:val="32"/>
          <w:szCs w:val="32"/>
          <w:highlight w:val="yellow"/>
        </w:rPr>
        <w:sym w:font="Wingdings" w:char="F06F"/>
      </w:r>
      <w:r>
        <w:t xml:space="preserve"> A copy of your Curriculum Vitae (CV)</w:t>
      </w:r>
    </w:p>
    <w:p w:rsidR="00187810" w:rsidRPr="00DE39EB" w:rsidRDefault="001A3B2E" w:rsidP="00125B23">
      <w:pPr>
        <w:spacing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New Graduate</w:t>
      </w:r>
      <w:r w:rsidR="00187810" w:rsidRPr="00DE39EB">
        <w:rPr>
          <w:b/>
          <w:sz w:val="28"/>
          <w:szCs w:val="28"/>
          <w:u w:val="single"/>
        </w:rPr>
        <w:t xml:space="preserve"> Applicants:</w:t>
      </w:r>
    </w:p>
    <w:p w:rsidR="00E1521C" w:rsidRDefault="00187810" w:rsidP="006D1064">
      <w:pPr>
        <w:pStyle w:val="NoSpacing"/>
      </w:pPr>
      <w:r w:rsidRPr="00125B23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DE39EB">
        <w:t xml:space="preserve">Proof of enrolment in an </w:t>
      </w:r>
      <w:r w:rsidR="00DE39EB" w:rsidRPr="00E1521C">
        <w:rPr>
          <w:rStyle w:val="BookTitle"/>
        </w:rPr>
        <w:t>Academic</w:t>
      </w:r>
      <w:r w:rsidR="00DE39EB">
        <w:t xml:space="preserve"> course of study, e.g an acceptance letter</w:t>
      </w:r>
      <w:r w:rsidRPr="006D1064">
        <w:t xml:space="preserve"> </w:t>
      </w:r>
      <w:r w:rsidR="00E1521C">
        <w:t>or a letter from your supervisor confirming you will be enrolling.</w:t>
      </w:r>
    </w:p>
    <w:p w:rsidR="00187810" w:rsidRDefault="00E1521C" w:rsidP="006D1064">
      <w:pPr>
        <w:pStyle w:val="NoSpacing"/>
      </w:pPr>
      <w:r w:rsidRPr="006D1064">
        <w:t xml:space="preserve"> </w:t>
      </w:r>
      <w:r>
        <w:t xml:space="preserve">e.g </w:t>
      </w:r>
      <w:r w:rsidR="00187810" w:rsidRPr="006D1064">
        <w:t>Post Graduate Certificate/Diploma in Medical Technology by Otago University</w:t>
      </w:r>
      <w:r w:rsidR="00187810">
        <w:t xml:space="preserve">, or discipline specific </w:t>
      </w:r>
      <w:r w:rsidR="00187810" w:rsidRPr="00E1521C">
        <w:rPr>
          <w:u w:val="single"/>
        </w:rPr>
        <w:t>academic</w:t>
      </w:r>
      <w:r>
        <w:t xml:space="preserve"> course of study.</w:t>
      </w:r>
    </w:p>
    <w:p w:rsidR="00E1521C" w:rsidRDefault="00E1521C" w:rsidP="006D1064">
      <w:pPr>
        <w:pStyle w:val="NoSpacing"/>
      </w:pPr>
    </w:p>
    <w:p w:rsidR="00E1521C" w:rsidRDefault="00E1521C" w:rsidP="006D1064">
      <w:pPr>
        <w:pStyle w:val="NoSpacing"/>
      </w:pPr>
      <w:r>
        <w:t xml:space="preserve">If you have already completed the academic component see instructions above for providing a </w:t>
      </w:r>
      <w:r w:rsidR="001F1F33">
        <w:t>**</w:t>
      </w:r>
      <w:r>
        <w:t>certified copy.</w:t>
      </w:r>
    </w:p>
    <w:p w:rsidR="00E1521C" w:rsidRPr="006D1064" w:rsidRDefault="00E1521C" w:rsidP="006D1064">
      <w:pPr>
        <w:pStyle w:val="NoSpacing"/>
      </w:pPr>
    </w:p>
    <w:p w:rsidR="00E1521C" w:rsidRDefault="00187810" w:rsidP="006D1064">
      <w:pPr>
        <w:pStyle w:val="NoSpacing"/>
      </w:pPr>
      <w:r w:rsidRPr="00125B23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E1521C" w:rsidRPr="00E1521C">
        <w:t xml:space="preserve">Proof of enrolment </w:t>
      </w:r>
      <w:r w:rsidR="00E1521C">
        <w:t xml:space="preserve">for the appropriate </w:t>
      </w:r>
      <w:r w:rsidR="00E1521C" w:rsidRPr="00E1521C">
        <w:rPr>
          <w:rStyle w:val="BookTitle"/>
        </w:rPr>
        <w:t>Practical</w:t>
      </w:r>
      <w:r w:rsidR="00E1521C" w:rsidRPr="00E1521C">
        <w:t xml:space="preserve"> </w:t>
      </w:r>
      <w:r w:rsidR="001A3B2E">
        <w:t xml:space="preserve">development or certification </w:t>
      </w:r>
      <w:r>
        <w:t>Programme</w:t>
      </w:r>
      <w:r w:rsidR="00E1521C">
        <w:t xml:space="preserve"> for your discipline.</w:t>
      </w:r>
    </w:p>
    <w:p w:rsidR="00187810" w:rsidRDefault="00E1521C" w:rsidP="006D1064">
      <w:pPr>
        <w:pStyle w:val="NoSpacing"/>
      </w:pPr>
      <w:r>
        <w:t>e.g Cardiac : CCP, Sleep: BPRT</w:t>
      </w:r>
      <w:r w:rsidR="00187810">
        <w:t xml:space="preserve"> </w:t>
      </w:r>
      <w:r>
        <w:t xml:space="preserve">etc... Provide details of programme delivery on page 4. </w:t>
      </w:r>
    </w:p>
    <w:p w:rsidR="00E1521C" w:rsidRPr="006D1064" w:rsidRDefault="00E1521C" w:rsidP="006D1064">
      <w:pPr>
        <w:pStyle w:val="NoSpacing"/>
      </w:pPr>
    </w:p>
    <w:p w:rsidR="00187810" w:rsidRPr="006D1064" w:rsidRDefault="00187810" w:rsidP="006D1064">
      <w:pPr>
        <w:pStyle w:val="NoSpacing"/>
      </w:pPr>
      <w:r w:rsidRPr="00125B23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6D1064">
        <w:t>Declaration signed by Clinical Supervisor</w:t>
      </w:r>
    </w:p>
    <w:p w:rsidR="00187810" w:rsidRDefault="00187810" w:rsidP="00125B23">
      <w:pPr>
        <w:spacing w:line="240" w:lineRule="auto"/>
      </w:pPr>
    </w:p>
    <w:p w:rsidR="00187810" w:rsidRPr="00DE39EB" w:rsidRDefault="00187810" w:rsidP="00125B23">
      <w:pPr>
        <w:spacing w:line="240" w:lineRule="auto"/>
        <w:rPr>
          <w:b/>
          <w:sz w:val="28"/>
          <w:szCs w:val="28"/>
          <w:u w:val="single"/>
        </w:rPr>
      </w:pPr>
      <w:r w:rsidRPr="00DE39EB">
        <w:rPr>
          <w:b/>
          <w:sz w:val="28"/>
          <w:szCs w:val="28"/>
          <w:u w:val="single"/>
        </w:rPr>
        <w:t>All Applicants:</w:t>
      </w:r>
    </w:p>
    <w:p w:rsidR="00187810" w:rsidRDefault="00187810" w:rsidP="00125B23">
      <w:pPr>
        <w:pStyle w:val="NoSpacing"/>
      </w:pPr>
      <w:r w:rsidRPr="00505855">
        <w:rPr>
          <w:sz w:val="32"/>
          <w:szCs w:val="32"/>
          <w:highlight w:val="yellow"/>
        </w:rPr>
        <w:sym w:font="Wingdings" w:char="F06F"/>
      </w:r>
      <w:r>
        <w:rPr>
          <w:sz w:val="32"/>
          <w:szCs w:val="32"/>
        </w:rPr>
        <w:t xml:space="preserve"> </w:t>
      </w:r>
      <w:r>
        <w:t xml:space="preserve">Signed Declaration page </w:t>
      </w:r>
    </w:p>
    <w:p w:rsidR="005F6DCA" w:rsidRDefault="005F6DCA" w:rsidP="00DE39EB">
      <w:pPr>
        <w:pStyle w:val="NoSpacing"/>
        <w:rPr>
          <w:sz w:val="32"/>
          <w:szCs w:val="32"/>
          <w:highlight w:val="yellow"/>
        </w:rPr>
      </w:pPr>
    </w:p>
    <w:p w:rsidR="00DE39EB" w:rsidRDefault="00DE39EB" w:rsidP="00DE39EB">
      <w:pPr>
        <w:pStyle w:val="NoSpacing"/>
      </w:pPr>
      <w:r w:rsidRPr="00505855">
        <w:rPr>
          <w:sz w:val="32"/>
          <w:szCs w:val="32"/>
          <w:highlight w:val="yellow"/>
        </w:rPr>
        <w:sym w:font="Wingdings" w:char="F06F"/>
      </w:r>
      <w:r>
        <w:t xml:space="preserve"> * Proof of current financial membership of </w:t>
      </w:r>
      <w:r w:rsidR="00BF2D67">
        <w:t>one of the following Professional Societies, relevant to your profession:</w:t>
      </w:r>
      <w:r>
        <w:t xml:space="preserve"> </w:t>
      </w:r>
    </w:p>
    <w:p w:rsidR="005F6DCA" w:rsidRDefault="005F6DCA" w:rsidP="00DE39EB">
      <w:pPr>
        <w:pStyle w:val="NoSpacing"/>
      </w:pPr>
    </w:p>
    <w:p w:rsidR="005F6DCA" w:rsidRDefault="00DE39EB" w:rsidP="005F6DCA">
      <w:pPr>
        <w:pStyle w:val="NoSpacing"/>
        <w:ind w:firstLine="720"/>
      </w:pPr>
      <w:r>
        <w:t>Cardiac</w:t>
      </w:r>
      <w:r w:rsidR="005F6DCA">
        <w:t xml:space="preserve"> Physiologists</w:t>
      </w:r>
      <w:r>
        <w:t>:  SCT</w:t>
      </w:r>
      <w:r w:rsidR="005F6DCA">
        <w:t xml:space="preserve"> (</w:t>
      </w:r>
      <w:r w:rsidR="005F6DCA" w:rsidRPr="005F6DCA">
        <w:t>www.sct.org.nz</w:t>
      </w:r>
      <w:r w:rsidR="005F6DCA">
        <w:t>)</w:t>
      </w:r>
    </w:p>
    <w:p w:rsidR="005F6DCA" w:rsidRDefault="00DE39EB" w:rsidP="005F6DCA">
      <w:pPr>
        <w:pStyle w:val="NoSpacing"/>
        <w:ind w:firstLine="720"/>
      </w:pPr>
      <w:r>
        <w:t>Respiratory</w:t>
      </w:r>
      <w:r w:rsidR="005F6DCA">
        <w:t xml:space="preserve"> Physiologists</w:t>
      </w:r>
      <w:r>
        <w:t>: ANZRS</w:t>
      </w:r>
      <w:r w:rsidR="005F6DCA">
        <w:t xml:space="preserve"> (http://www.anzsrs.org.au)</w:t>
      </w:r>
    </w:p>
    <w:p w:rsidR="00DE39EB" w:rsidRDefault="00DE39EB" w:rsidP="005F6DCA">
      <w:pPr>
        <w:pStyle w:val="NoSpacing"/>
        <w:ind w:firstLine="720"/>
      </w:pPr>
      <w:r>
        <w:t>Renal</w:t>
      </w:r>
      <w:r w:rsidR="005F6DCA">
        <w:t xml:space="preserve"> Physiologists</w:t>
      </w:r>
      <w:r>
        <w:t>:  NZBDP</w:t>
      </w:r>
      <w:r w:rsidR="005F6DCA">
        <w:t xml:space="preserve"> (</w:t>
      </w:r>
      <w:r w:rsidR="005F6DCA" w:rsidRPr="005F6DCA">
        <w:t>http://nzbdp.com</w:t>
      </w:r>
      <w:r w:rsidR="005F6DCA">
        <w:t>)</w:t>
      </w:r>
    </w:p>
    <w:p w:rsidR="00DE39EB" w:rsidRDefault="00DE39EB" w:rsidP="00DE39EB">
      <w:pPr>
        <w:pStyle w:val="NoSpacing"/>
        <w:ind w:firstLine="720"/>
      </w:pPr>
      <w:r>
        <w:t>Sleep</w:t>
      </w:r>
      <w:r w:rsidR="005F6DCA">
        <w:t xml:space="preserve"> Physiologists</w:t>
      </w:r>
      <w:r>
        <w:t>: ASA</w:t>
      </w:r>
      <w:r w:rsidR="005F6DCA">
        <w:t xml:space="preserve"> (</w:t>
      </w:r>
      <w:hyperlink r:id="rId10" w:history="1">
        <w:r w:rsidR="008E129F" w:rsidRPr="004A584C">
          <w:rPr>
            <w:rStyle w:val="Hyperlink"/>
          </w:rPr>
          <w:t>http://sleeptechnologists.org</w:t>
        </w:r>
      </w:hyperlink>
      <w:r w:rsidR="005F6DCA">
        <w:t>)</w:t>
      </w:r>
    </w:p>
    <w:p w:rsidR="008E129F" w:rsidRDefault="008E129F" w:rsidP="00DE39EB">
      <w:pPr>
        <w:pStyle w:val="NoSpacing"/>
        <w:ind w:firstLine="720"/>
      </w:pPr>
      <w:r>
        <w:t>Exercise Physiologists: CEPNZ (https://cepnz.org.nz)</w:t>
      </w:r>
    </w:p>
    <w:p w:rsidR="00DE39EB" w:rsidRDefault="00DE39EB" w:rsidP="00DE39EB">
      <w:pPr>
        <w:pStyle w:val="NoSpacing"/>
        <w:ind w:firstLine="720"/>
      </w:pPr>
    </w:p>
    <w:p w:rsidR="001F1F33" w:rsidRDefault="00DE39EB" w:rsidP="00DE39EB">
      <w:pPr>
        <w:pStyle w:val="NoSpacing"/>
      </w:pPr>
      <w:r>
        <w:t xml:space="preserve"> </w:t>
      </w:r>
      <w:r w:rsidR="00E1521C">
        <w:t>*</w:t>
      </w:r>
      <w:r>
        <w:t>Send a current payment receipt, confirmation letter or certificate.</w:t>
      </w:r>
      <w:r w:rsidR="005F6DCA">
        <w:t xml:space="preserve"> If you are not yet a member, you should apply concurrently and attach proof of application.</w:t>
      </w:r>
      <w:r w:rsidR="00BF2D67">
        <w:t xml:space="preserve"> Registration may be delayed until society membership is confirmed.</w:t>
      </w:r>
    </w:p>
    <w:p w:rsidR="00F903A7" w:rsidRDefault="001F1F33" w:rsidP="00175256">
      <w:pPr>
        <w:pStyle w:val="NoSpacing"/>
      </w:pPr>
      <w:r w:rsidRPr="00505855">
        <w:rPr>
          <w:sz w:val="32"/>
          <w:szCs w:val="32"/>
          <w:highlight w:val="yellow"/>
        </w:rPr>
        <w:sym w:font="Wingdings" w:char="F06F"/>
      </w:r>
      <w:r>
        <w:rPr>
          <w:sz w:val="32"/>
          <w:szCs w:val="32"/>
        </w:rPr>
        <w:tab/>
      </w:r>
      <w:r w:rsidRPr="001F1F33">
        <w:t>Photo ID. Scan your Passport or NZ Drivers Licence.</w:t>
      </w:r>
      <w:r w:rsidR="00175256">
        <w:t xml:space="preserve"> </w:t>
      </w:r>
    </w:p>
    <w:p w:rsidR="00F903A7" w:rsidRDefault="00F903A7" w:rsidP="00175256">
      <w:pPr>
        <w:pStyle w:val="NoSpacing"/>
      </w:pPr>
      <w:bookmarkStart w:id="0" w:name="_GoBack"/>
      <w:bookmarkEnd w:id="0"/>
    </w:p>
    <w:p w:rsidR="00187810" w:rsidRPr="00175256" w:rsidRDefault="00187810" w:rsidP="00175256">
      <w:pPr>
        <w:pStyle w:val="NoSpacing"/>
      </w:pPr>
      <w:r w:rsidRPr="006D1064">
        <w:rPr>
          <w:rFonts w:ascii="Cambria" w:hAnsi="Cambria"/>
          <w:b/>
          <w:bCs/>
          <w:color w:val="365F91"/>
          <w:sz w:val="40"/>
          <w:szCs w:val="40"/>
        </w:rPr>
        <w:lastRenderedPageBreak/>
        <w:t>Declaration</w:t>
      </w:r>
    </w:p>
    <w:p w:rsidR="00187810" w:rsidRDefault="00187810" w:rsidP="000F6557"/>
    <w:p w:rsidR="00187810" w:rsidRDefault="00187810" w:rsidP="000F6557">
      <w:pPr>
        <w:rPr>
          <w:rFonts w:ascii="Arial" w:hAnsi="Arial" w:cs="Arial"/>
        </w:rPr>
      </w:pPr>
      <w:r w:rsidRPr="00111D9F">
        <w:rPr>
          <w:rFonts w:ascii="Arial" w:hAnsi="Arial" w:cs="Arial"/>
        </w:rPr>
        <w:t>I consent to the Clinical Physiologists Registration Board obtaining confidential verbal or written information about my professional experience and current role for the purpose of assessing my registration and APC eligibility.</w:t>
      </w:r>
    </w:p>
    <w:p w:rsidR="00187810" w:rsidRDefault="00187810" w:rsidP="000F6557">
      <w:pPr>
        <w:rPr>
          <w:rFonts w:ascii="Arial" w:hAnsi="Arial" w:cs="Arial"/>
        </w:rPr>
      </w:pPr>
      <w:r w:rsidRPr="00111D9F">
        <w:rPr>
          <w:rFonts w:ascii="Arial" w:hAnsi="Arial" w:cs="Arial"/>
        </w:rPr>
        <w:t>I understand that my registration status will be published in the CPRB register and made known to my clinical supervisor.</w:t>
      </w:r>
    </w:p>
    <w:p w:rsidR="00187810" w:rsidRDefault="00187810" w:rsidP="000F6557">
      <w:pPr>
        <w:rPr>
          <w:rFonts w:ascii="Arial" w:hAnsi="Arial" w:cs="Arial"/>
        </w:rPr>
      </w:pPr>
      <w:r w:rsidRPr="00111D9F">
        <w:rPr>
          <w:rFonts w:ascii="Arial" w:hAnsi="Arial" w:cs="Arial"/>
        </w:rPr>
        <w:br/>
        <w:t xml:space="preserve">I declare that the information I have supplied in this application (and other supporting information provided) is true and correct to the best of my knowledge. </w:t>
      </w:r>
    </w:p>
    <w:p w:rsidR="00187810" w:rsidRDefault="00187810" w:rsidP="000F6557">
      <w:pPr>
        <w:rPr>
          <w:rFonts w:ascii="Arial" w:hAnsi="Arial" w:cs="Arial"/>
        </w:rPr>
      </w:pPr>
      <w:r w:rsidRPr="00111D9F">
        <w:rPr>
          <w:rFonts w:ascii="Arial" w:hAnsi="Arial" w:cs="Arial"/>
        </w:rPr>
        <w:t>I accept that false declaration or failure to disclose relevant information could result in my removal from the register.</w:t>
      </w:r>
    </w:p>
    <w:p w:rsidR="00187810" w:rsidRDefault="00187810" w:rsidP="000F6557">
      <w:pPr>
        <w:rPr>
          <w:rFonts w:ascii="Arial" w:hAnsi="Arial" w:cs="Arial"/>
        </w:rPr>
      </w:pPr>
      <w:r w:rsidRPr="00111D9F">
        <w:rPr>
          <w:rFonts w:ascii="Arial" w:hAnsi="Arial" w:cs="Arial"/>
        </w:rPr>
        <w:br/>
        <w:t>I declare that I have no mental or physical conditions I am aware of that may compromise my competence and therefore compromise the safety of patients. (Section 16 HPCA Act)</w:t>
      </w:r>
    </w:p>
    <w:p w:rsidR="00187810" w:rsidRDefault="00187810" w:rsidP="000F6557">
      <w:pPr>
        <w:rPr>
          <w:rFonts w:ascii="Arial" w:hAnsi="Arial" w:cs="Arial"/>
        </w:rPr>
      </w:pPr>
    </w:p>
    <w:p w:rsidR="00187810" w:rsidRDefault="00187810" w:rsidP="000F6557">
      <w:pPr>
        <w:rPr>
          <w:rFonts w:ascii="Arial" w:hAnsi="Arial" w:cs="Arial"/>
        </w:rPr>
      </w:pPr>
      <w:r>
        <w:rPr>
          <w:rFonts w:ascii="Arial" w:hAnsi="Arial" w:cs="Arial"/>
        </w:rPr>
        <w:t>Applicant’s Name (printed):_____________________________________________</w:t>
      </w:r>
    </w:p>
    <w:p w:rsidR="00187810" w:rsidRDefault="00187810" w:rsidP="000F6557">
      <w:pPr>
        <w:rPr>
          <w:rFonts w:ascii="Arial" w:hAnsi="Arial" w:cs="Arial"/>
        </w:rPr>
      </w:pPr>
    </w:p>
    <w:p w:rsidR="00187810" w:rsidRDefault="00187810" w:rsidP="000F6557">
      <w:pPr>
        <w:rPr>
          <w:rFonts w:ascii="Arial" w:hAnsi="Arial" w:cs="Arial"/>
        </w:rPr>
      </w:pPr>
      <w:r>
        <w:rPr>
          <w:rFonts w:ascii="Arial" w:hAnsi="Arial" w:cs="Arial"/>
        </w:rPr>
        <w:t>Applicant’s signature:__________________________________________________</w:t>
      </w:r>
    </w:p>
    <w:p w:rsidR="00187810" w:rsidRDefault="00187810" w:rsidP="000F6557">
      <w:pPr>
        <w:rPr>
          <w:rFonts w:ascii="Arial" w:hAnsi="Arial" w:cs="Arial"/>
        </w:rPr>
      </w:pPr>
      <w:r>
        <w:rPr>
          <w:rFonts w:ascii="Arial" w:hAnsi="Arial" w:cs="Arial"/>
        </w:rPr>
        <w:t>Date:__________________________</w:t>
      </w:r>
    </w:p>
    <w:p w:rsidR="00187810" w:rsidRDefault="00187810" w:rsidP="00965689">
      <w:pPr>
        <w:jc w:val="center"/>
        <w:rPr>
          <w:rFonts w:ascii="Arial" w:hAnsi="Arial" w:cs="Arial"/>
        </w:rPr>
      </w:pPr>
    </w:p>
    <w:p w:rsidR="00187810" w:rsidRPr="00965689" w:rsidRDefault="00187810" w:rsidP="00965689">
      <w:pPr>
        <w:rPr>
          <w:rFonts w:ascii="Cambria" w:hAnsi="Cambria"/>
          <w:b/>
          <w:bCs/>
          <w:color w:val="365F91"/>
          <w:sz w:val="28"/>
          <w:szCs w:val="28"/>
        </w:rPr>
      </w:pPr>
      <w:r w:rsidRPr="00965689">
        <w:rPr>
          <w:rFonts w:ascii="Cambria" w:hAnsi="Cambria"/>
          <w:b/>
          <w:bCs/>
          <w:color w:val="365F91"/>
          <w:sz w:val="36"/>
          <w:szCs w:val="36"/>
        </w:rPr>
        <w:t>Clinical Supervisors Declaration</w:t>
      </w:r>
      <w:r w:rsidRPr="00965689">
        <w:rPr>
          <w:rFonts w:ascii="Cambria" w:hAnsi="Cambria"/>
          <w:b/>
          <w:bCs/>
          <w:color w:val="365F91"/>
          <w:sz w:val="40"/>
          <w:szCs w:val="40"/>
        </w:rPr>
        <w:t xml:space="preserve"> </w:t>
      </w:r>
      <w:r w:rsidRPr="00965689">
        <w:rPr>
          <w:rFonts w:ascii="Cambria" w:hAnsi="Cambria"/>
          <w:b/>
          <w:bCs/>
          <w:color w:val="365F91"/>
          <w:sz w:val="28"/>
          <w:szCs w:val="28"/>
        </w:rPr>
        <w:t>(</w:t>
      </w:r>
      <w:r w:rsidR="001A3B2E">
        <w:rPr>
          <w:rFonts w:ascii="Cambria" w:hAnsi="Cambria"/>
          <w:b/>
          <w:bCs/>
          <w:color w:val="365F91"/>
          <w:sz w:val="28"/>
          <w:szCs w:val="28"/>
        </w:rPr>
        <w:t>new graduate</w:t>
      </w:r>
      <w:r w:rsidRPr="00965689">
        <w:rPr>
          <w:rFonts w:ascii="Cambria" w:hAnsi="Cambria"/>
          <w:b/>
          <w:bCs/>
          <w:color w:val="365F91"/>
          <w:sz w:val="28"/>
          <w:szCs w:val="28"/>
        </w:rPr>
        <w:t xml:space="preserve"> ONLY)</w:t>
      </w:r>
    </w:p>
    <w:p w:rsidR="00187810" w:rsidRPr="00965689" w:rsidRDefault="00187810" w:rsidP="00965689">
      <w:pPr>
        <w:rPr>
          <w:rFonts w:ascii="Arial" w:hAnsi="Arial" w:cs="Arial"/>
        </w:rPr>
      </w:pPr>
      <w:r w:rsidRPr="00965689">
        <w:rPr>
          <w:rFonts w:ascii="Arial" w:hAnsi="Arial" w:cs="Arial"/>
        </w:rPr>
        <w:t xml:space="preserve">I declare that the information provided for ________________________________ (applicant’s name) with regard to qualifications and enrolment is correct to the best of my knowledge. </w:t>
      </w:r>
    </w:p>
    <w:p w:rsidR="00187810" w:rsidRPr="00965689" w:rsidRDefault="00187810" w:rsidP="00965689">
      <w:pPr>
        <w:rPr>
          <w:rFonts w:ascii="Arial" w:hAnsi="Arial" w:cs="Arial"/>
        </w:rPr>
      </w:pPr>
      <w:r>
        <w:rPr>
          <w:rFonts w:ascii="Arial" w:hAnsi="Arial" w:cs="Arial"/>
        </w:rPr>
        <w:t>Clinical S</w:t>
      </w:r>
      <w:r w:rsidRPr="00965689">
        <w:rPr>
          <w:rFonts w:ascii="Arial" w:hAnsi="Arial" w:cs="Arial"/>
        </w:rPr>
        <w:t>upervisor</w:t>
      </w:r>
      <w:r>
        <w:rPr>
          <w:rFonts w:ascii="Arial" w:hAnsi="Arial" w:cs="Arial"/>
        </w:rPr>
        <w:t>’</w:t>
      </w:r>
      <w:r w:rsidRPr="00965689">
        <w:rPr>
          <w:rFonts w:ascii="Arial" w:hAnsi="Arial" w:cs="Arial"/>
        </w:rPr>
        <w:t>s name (printed)</w:t>
      </w:r>
      <w:r w:rsidRPr="00965689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______________________________________</w:t>
      </w:r>
    </w:p>
    <w:p w:rsidR="00187810" w:rsidRDefault="00187810" w:rsidP="00965689">
      <w:pPr>
        <w:rPr>
          <w:rFonts w:ascii="Arial" w:hAnsi="Arial" w:cs="Arial"/>
        </w:rPr>
      </w:pPr>
    </w:p>
    <w:p w:rsidR="00187810" w:rsidRPr="00965689" w:rsidRDefault="00187810" w:rsidP="00965689">
      <w:pPr>
        <w:rPr>
          <w:rFonts w:ascii="Arial" w:hAnsi="Arial" w:cs="Arial"/>
        </w:rPr>
      </w:pPr>
      <w:r>
        <w:rPr>
          <w:rFonts w:ascii="Arial" w:hAnsi="Arial" w:cs="Arial"/>
        </w:rPr>
        <w:t>Clinical Supervisor’s signature   __________________________________________</w:t>
      </w:r>
    </w:p>
    <w:p w:rsidR="00187810" w:rsidRDefault="00187810" w:rsidP="00965689">
      <w:pPr>
        <w:rPr>
          <w:rFonts w:ascii="Arial" w:hAnsi="Arial" w:cs="Arial"/>
        </w:rPr>
      </w:pPr>
      <w:r w:rsidRPr="00965689">
        <w:rPr>
          <w:rFonts w:ascii="Arial" w:hAnsi="Arial" w:cs="Arial"/>
        </w:rPr>
        <w:t>Supervisor</w:t>
      </w:r>
      <w:r>
        <w:rPr>
          <w:rFonts w:ascii="Arial" w:hAnsi="Arial" w:cs="Arial"/>
        </w:rPr>
        <w:t>’</w:t>
      </w:r>
      <w:r w:rsidRPr="00965689">
        <w:rPr>
          <w:rFonts w:ascii="Arial" w:hAnsi="Arial" w:cs="Arial"/>
        </w:rPr>
        <w:t xml:space="preserve">s position </w:t>
      </w:r>
      <w:r w:rsidRPr="00965689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__________________________________________________</w:t>
      </w:r>
    </w:p>
    <w:p w:rsidR="00187810" w:rsidRDefault="00187810" w:rsidP="00965689">
      <w:pPr>
        <w:rPr>
          <w:rFonts w:ascii="Arial" w:hAnsi="Arial" w:cs="Arial"/>
        </w:rPr>
      </w:pPr>
      <w:r w:rsidRPr="00965689">
        <w:rPr>
          <w:rFonts w:ascii="Arial" w:hAnsi="Arial" w:cs="Arial"/>
        </w:rPr>
        <w:t>Date</w:t>
      </w:r>
      <w:r w:rsidRPr="00965689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</w:t>
      </w:r>
    </w:p>
    <w:p w:rsidR="00187810" w:rsidRPr="00965689" w:rsidRDefault="00187810" w:rsidP="00965689">
      <w:pPr>
        <w:rPr>
          <w:rFonts w:ascii="Arial" w:hAnsi="Arial" w:cs="Arial"/>
        </w:rPr>
      </w:pPr>
    </w:p>
    <w:p w:rsidR="00915957" w:rsidRDefault="00915957" w:rsidP="004679E1">
      <w:pPr>
        <w:jc w:val="center"/>
        <w:rPr>
          <w:rFonts w:ascii="Cambria" w:hAnsi="Cambria"/>
          <w:b/>
          <w:color w:val="365F91"/>
          <w:sz w:val="40"/>
          <w:szCs w:val="40"/>
        </w:rPr>
      </w:pPr>
    </w:p>
    <w:p w:rsidR="00187810" w:rsidRPr="006D1064" w:rsidRDefault="001A3B2E" w:rsidP="004679E1">
      <w:pPr>
        <w:jc w:val="center"/>
        <w:rPr>
          <w:rFonts w:ascii="Arial" w:hAnsi="Arial" w:cs="Arial"/>
          <w:color w:val="365F91"/>
        </w:rPr>
      </w:pPr>
      <w:r>
        <w:rPr>
          <w:rFonts w:ascii="Cambria" w:hAnsi="Cambria"/>
          <w:b/>
          <w:color w:val="365F91"/>
          <w:sz w:val="40"/>
          <w:szCs w:val="40"/>
        </w:rPr>
        <w:lastRenderedPageBreak/>
        <w:t xml:space="preserve">Professional Development </w:t>
      </w:r>
      <w:r w:rsidR="00187810" w:rsidRPr="00262AA3">
        <w:rPr>
          <w:rFonts w:ascii="Cambria" w:hAnsi="Cambria"/>
          <w:b/>
          <w:color w:val="365F91"/>
          <w:sz w:val="40"/>
          <w:szCs w:val="40"/>
        </w:rPr>
        <w:t>Programme</w:t>
      </w:r>
      <w:r w:rsidR="00E1521C">
        <w:rPr>
          <w:rFonts w:ascii="Cambria" w:hAnsi="Cambria"/>
          <w:b/>
          <w:color w:val="365F91"/>
          <w:sz w:val="40"/>
          <w:szCs w:val="40"/>
        </w:rPr>
        <w:t xml:space="preserve"> Details</w:t>
      </w:r>
    </w:p>
    <w:p w:rsidR="00187810" w:rsidRPr="006D1064" w:rsidRDefault="00187810" w:rsidP="00262AA3">
      <w:pPr>
        <w:spacing w:after="0" w:line="240" w:lineRule="auto"/>
        <w:ind w:left="-720"/>
        <w:rPr>
          <w:rFonts w:ascii="Arial" w:hAnsi="Arial" w:cs="Arial"/>
          <w:b/>
          <w:sz w:val="16"/>
          <w:szCs w:val="16"/>
          <w:u w:val="single"/>
          <w:lang w:eastAsia="en-GB"/>
        </w:rPr>
      </w:pPr>
    </w:p>
    <w:p w:rsidR="00187810" w:rsidRDefault="00187810" w:rsidP="00262AA3">
      <w:pPr>
        <w:spacing w:after="0" w:line="240" w:lineRule="auto"/>
        <w:ind w:left="-1080" w:right="-1048"/>
        <w:rPr>
          <w:rFonts w:ascii="Arial" w:hAnsi="Arial" w:cs="Arial"/>
          <w:b/>
          <w:color w:val="4F81BD"/>
          <w:sz w:val="20"/>
          <w:szCs w:val="20"/>
          <w:lang w:eastAsia="en-GB"/>
        </w:rPr>
      </w:pPr>
      <w:r>
        <w:rPr>
          <w:rFonts w:ascii="Arial" w:hAnsi="Arial" w:cs="Arial"/>
          <w:b/>
          <w:color w:val="4F81BD"/>
          <w:sz w:val="20"/>
          <w:szCs w:val="20"/>
          <w:lang w:eastAsia="en-GB"/>
        </w:rPr>
        <w:t>Only c</w:t>
      </w:r>
      <w:r w:rsidRPr="006D1064">
        <w:rPr>
          <w:rFonts w:ascii="Arial" w:hAnsi="Arial" w:cs="Arial"/>
          <w:b/>
          <w:color w:val="4F81BD"/>
          <w:sz w:val="20"/>
          <w:szCs w:val="20"/>
          <w:lang w:eastAsia="en-GB"/>
        </w:rPr>
        <w:t xml:space="preserve">omplete this section if you are </w:t>
      </w:r>
      <w:r w:rsidR="007166AA">
        <w:rPr>
          <w:rFonts w:ascii="Arial" w:hAnsi="Arial" w:cs="Arial"/>
          <w:b/>
          <w:color w:val="4F81BD"/>
          <w:sz w:val="20"/>
          <w:szCs w:val="20"/>
          <w:lang w:eastAsia="en-GB"/>
        </w:rPr>
        <w:t xml:space="preserve">applying for registration </w:t>
      </w:r>
      <w:r w:rsidR="001A3B2E">
        <w:rPr>
          <w:rFonts w:ascii="Arial" w:hAnsi="Arial" w:cs="Arial"/>
          <w:b/>
          <w:color w:val="4F81BD"/>
          <w:sz w:val="20"/>
          <w:szCs w:val="20"/>
          <w:lang w:eastAsia="en-GB"/>
        </w:rPr>
        <w:t>as a new graduate, i.e this is your first employment in a Clinical Physiologist or technician role.</w:t>
      </w:r>
    </w:p>
    <w:p w:rsidR="00187810" w:rsidRPr="006D1064" w:rsidRDefault="00187810" w:rsidP="00262AA3">
      <w:pPr>
        <w:spacing w:after="0" w:line="240" w:lineRule="auto"/>
        <w:ind w:left="-1080" w:right="-1048"/>
        <w:rPr>
          <w:rFonts w:ascii="Arial" w:hAnsi="Arial" w:cs="Arial"/>
          <w:b/>
          <w:color w:val="4F81BD"/>
          <w:sz w:val="20"/>
          <w:szCs w:val="20"/>
          <w:lang w:eastAsia="en-GB"/>
        </w:rPr>
      </w:pPr>
      <w:r>
        <w:rPr>
          <w:rFonts w:ascii="Arial" w:hAnsi="Arial" w:cs="Arial"/>
          <w:b/>
          <w:color w:val="4F81BD"/>
          <w:sz w:val="20"/>
          <w:szCs w:val="20"/>
          <w:lang w:eastAsia="en-GB"/>
        </w:rPr>
        <w:t xml:space="preserve">Examples of discipline specific </w:t>
      </w:r>
      <w:r w:rsidR="001A3B2E">
        <w:rPr>
          <w:rFonts w:ascii="Arial" w:hAnsi="Arial" w:cs="Arial"/>
          <w:b/>
          <w:color w:val="4F81BD"/>
          <w:sz w:val="20"/>
          <w:szCs w:val="20"/>
          <w:lang w:eastAsia="en-GB"/>
        </w:rPr>
        <w:t>development</w:t>
      </w:r>
      <w:r>
        <w:rPr>
          <w:rFonts w:ascii="Arial" w:hAnsi="Arial" w:cs="Arial"/>
          <w:b/>
          <w:color w:val="4F81BD"/>
          <w:sz w:val="20"/>
          <w:szCs w:val="20"/>
          <w:lang w:eastAsia="en-GB"/>
        </w:rPr>
        <w:t xml:space="preserve"> programmes are: CCP or CPM (cardiac), BPRT (sleep), CRFS (respiratory), GDHSD (Dialysis), DMU (Echo). You will need to submit proof of enrolment.</w:t>
      </w:r>
    </w:p>
    <w:p w:rsidR="00187810" w:rsidRDefault="00187810" w:rsidP="006D1064">
      <w:pPr>
        <w:spacing w:after="0" w:line="240" w:lineRule="auto"/>
        <w:ind w:left="-1080"/>
        <w:jc w:val="both"/>
        <w:rPr>
          <w:rFonts w:ascii="Arial" w:hAnsi="Arial" w:cs="Arial"/>
          <w:sz w:val="20"/>
          <w:szCs w:val="20"/>
          <w:lang w:eastAsia="en-GB"/>
        </w:rPr>
      </w:pPr>
    </w:p>
    <w:p w:rsidR="00187810" w:rsidRPr="006D1064" w:rsidRDefault="00187810" w:rsidP="006D1064">
      <w:pPr>
        <w:spacing w:after="0" w:line="240" w:lineRule="auto"/>
        <w:ind w:left="-1080"/>
        <w:jc w:val="both"/>
        <w:rPr>
          <w:rFonts w:ascii="Arial" w:hAnsi="Arial" w:cs="Arial"/>
          <w:b/>
          <w:color w:val="4F81BD"/>
          <w:sz w:val="20"/>
          <w:szCs w:val="20"/>
          <w:lang w:eastAsia="en-GB"/>
        </w:rPr>
      </w:pPr>
      <w:r w:rsidRPr="006D1064">
        <w:rPr>
          <w:rFonts w:ascii="Arial" w:hAnsi="Arial" w:cs="Arial"/>
          <w:b/>
          <w:color w:val="4F81BD"/>
          <w:sz w:val="20"/>
          <w:szCs w:val="20"/>
          <w:lang w:eastAsia="en-GB"/>
        </w:rPr>
        <w:t>Programme 1.</w:t>
      </w:r>
    </w:p>
    <w:p w:rsidR="00187810" w:rsidRPr="006D1064" w:rsidRDefault="00187810" w:rsidP="006D1064">
      <w:pPr>
        <w:spacing w:after="0" w:line="240" w:lineRule="auto"/>
        <w:ind w:left="-1080"/>
        <w:jc w:val="both"/>
        <w:rPr>
          <w:rFonts w:ascii="Arial" w:hAnsi="Arial" w:cs="Arial"/>
          <w:sz w:val="16"/>
          <w:szCs w:val="16"/>
          <w:lang w:eastAsia="en-GB"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840"/>
      </w:tblGrid>
      <w:tr w:rsidR="00187810" w:rsidRPr="005D3EC2" w:rsidTr="00306BEB">
        <w:tc>
          <w:tcPr>
            <w:tcW w:w="3600" w:type="dxa"/>
          </w:tcPr>
          <w:p w:rsidR="00187810" w:rsidRPr="006D1064" w:rsidRDefault="00187810" w:rsidP="001A3B2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 xml:space="preserve">Start and End Date of Programme </w:t>
            </w:r>
          </w:p>
        </w:tc>
        <w:tc>
          <w:tcPr>
            <w:tcW w:w="6840" w:type="dxa"/>
          </w:tcPr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A3B2E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187810" w:rsidRPr="006D1064">
              <w:rPr>
                <w:rFonts w:ascii="Arial" w:hAnsi="Arial" w:cs="Arial"/>
                <w:sz w:val="20"/>
                <w:szCs w:val="20"/>
                <w:lang w:eastAsia="en-GB"/>
              </w:rPr>
              <w:t>upervised by:</w:t>
            </w: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(Name, Designation or Department)</w:t>
            </w:r>
          </w:p>
        </w:tc>
        <w:tc>
          <w:tcPr>
            <w:tcW w:w="6840" w:type="dxa"/>
          </w:tcPr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Hospital / Department</w:t>
            </w: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A3B2E" w:rsidP="001A3B2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Procedures Covered in programme</w:t>
            </w:r>
          </w:p>
        </w:tc>
        <w:tc>
          <w:tcPr>
            <w:tcW w:w="6840" w:type="dxa"/>
          </w:tcPr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Method of Competency Assessment</w:t>
            </w:r>
          </w:p>
        </w:tc>
        <w:tc>
          <w:tcPr>
            <w:tcW w:w="6840" w:type="dxa"/>
          </w:tcPr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7166A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</w:tbl>
    <w:p w:rsidR="00187810" w:rsidRPr="006D1064" w:rsidRDefault="00187810" w:rsidP="006D106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en-GB"/>
        </w:rPr>
      </w:pPr>
    </w:p>
    <w:p w:rsidR="00187810" w:rsidRPr="006D1064" w:rsidRDefault="00187810" w:rsidP="006D1064">
      <w:pPr>
        <w:spacing w:after="0" w:line="240" w:lineRule="auto"/>
        <w:ind w:left="-1080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6D1064">
        <w:rPr>
          <w:rFonts w:ascii="Arial" w:hAnsi="Arial" w:cs="Arial"/>
          <w:b/>
          <w:color w:val="4F81BD"/>
          <w:sz w:val="20"/>
          <w:szCs w:val="20"/>
          <w:lang w:eastAsia="en-GB"/>
        </w:rPr>
        <w:t>Programme 2</w:t>
      </w:r>
      <w:r w:rsidRPr="006D1064">
        <w:rPr>
          <w:rFonts w:ascii="Arial" w:hAnsi="Arial" w:cs="Arial"/>
          <w:b/>
          <w:sz w:val="20"/>
          <w:szCs w:val="20"/>
          <w:lang w:eastAsia="en-GB"/>
        </w:rPr>
        <w:t>.</w:t>
      </w:r>
    </w:p>
    <w:p w:rsidR="00187810" w:rsidRPr="006D1064" w:rsidRDefault="00187810" w:rsidP="006D1064">
      <w:pPr>
        <w:spacing w:after="0" w:line="240" w:lineRule="auto"/>
        <w:ind w:left="-1080"/>
        <w:jc w:val="both"/>
        <w:rPr>
          <w:rFonts w:ascii="Arial" w:hAnsi="Arial" w:cs="Arial"/>
          <w:sz w:val="16"/>
          <w:szCs w:val="16"/>
          <w:lang w:eastAsia="en-GB"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840"/>
      </w:tblGrid>
      <w:tr w:rsidR="00187810" w:rsidRPr="005D3EC2" w:rsidTr="00306BEB">
        <w:tc>
          <w:tcPr>
            <w:tcW w:w="3600" w:type="dxa"/>
          </w:tcPr>
          <w:p w:rsidR="00187810" w:rsidRDefault="00187810" w:rsidP="00AB1751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 xml:space="preserve">Start and End Date of Programme </w:t>
            </w:r>
          </w:p>
          <w:p w:rsidR="00187810" w:rsidRPr="006D1064" w:rsidRDefault="00187810" w:rsidP="00AB1751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supervised by:</w:t>
            </w: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(Name, Designation or Department)</w:t>
            </w:r>
          </w:p>
        </w:tc>
        <w:tc>
          <w:tcPr>
            <w:tcW w:w="6840" w:type="dxa"/>
          </w:tcPr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Hospital / Department</w:t>
            </w: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1A3B2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Procedures Covered in </w:t>
            </w:r>
            <w:r w:rsidR="001A3B2E">
              <w:rPr>
                <w:rFonts w:ascii="Arial" w:hAnsi="Arial" w:cs="Arial"/>
                <w:sz w:val="20"/>
                <w:szCs w:val="20"/>
                <w:lang w:eastAsia="en-GB"/>
              </w:rPr>
              <w:t>programme</w:t>
            </w: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D1064">
              <w:rPr>
                <w:rFonts w:ascii="Arial" w:hAnsi="Arial" w:cs="Arial"/>
                <w:sz w:val="20"/>
                <w:szCs w:val="20"/>
                <w:lang w:eastAsia="en-GB"/>
              </w:rPr>
              <w:t>Method of Competency Assessment</w:t>
            </w: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  <w:tr w:rsidR="00187810" w:rsidRPr="005D3EC2" w:rsidTr="00306BEB">
        <w:tc>
          <w:tcPr>
            <w:tcW w:w="3600" w:type="dxa"/>
          </w:tcPr>
          <w:p w:rsidR="00187810" w:rsidRPr="006D1064" w:rsidRDefault="00187810" w:rsidP="007166A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6840" w:type="dxa"/>
          </w:tcPr>
          <w:p w:rsidR="00187810" w:rsidRPr="006D1064" w:rsidRDefault="00187810" w:rsidP="006D10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</w:tr>
    </w:tbl>
    <w:p w:rsidR="00187810" w:rsidRPr="006D1064" w:rsidRDefault="00187810" w:rsidP="006D1064">
      <w:pPr>
        <w:spacing w:after="0" w:line="240" w:lineRule="auto"/>
        <w:ind w:right="-1048"/>
        <w:rPr>
          <w:rFonts w:ascii="Arial" w:hAnsi="Arial" w:cs="Arial"/>
          <w:sz w:val="20"/>
          <w:szCs w:val="20"/>
          <w:lang w:eastAsia="en-GB"/>
        </w:rPr>
      </w:pPr>
    </w:p>
    <w:p w:rsidR="00187810" w:rsidRDefault="00187810">
      <w:pPr>
        <w:rPr>
          <w:rFonts w:ascii="Arial" w:hAnsi="Arial" w:cs="Arial"/>
        </w:rPr>
      </w:pPr>
    </w:p>
    <w:sectPr w:rsidR="00187810" w:rsidSect="008A4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BE" w:rsidRDefault="009708BE" w:rsidP="00071FB0">
      <w:pPr>
        <w:spacing w:after="0" w:line="240" w:lineRule="auto"/>
      </w:pPr>
      <w:r>
        <w:separator/>
      </w:r>
    </w:p>
  </w:endnote>
  <w:endnote w:type="continuationSeparator" w:id="0">
    <w:p w:rsidR="009708BE" w:rsidRDefault="009708BE" w:rsidP="000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BE" w:rsidRDefault="009708BE" w:rsidP="00071FB0">
      <w:pPr>
        <w:spacing w:after="0" w:line="240" w:lineRule="auto"/>
      </w:pPr>
      <w:r>
        <w:separator/>
      </w:r>
    </w:p>
  </w:footnote>
  <w:footnote w:type="continuationSeparator" w:id="0">
    <w:p w:rsidR="009708BE" w:rsidRDefault="009708BE" w:rsidP="00071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5893"/>
    <w:multiLevelType w:val="hybridMultilevel"/>
    <w:tmpl w:val="9A3216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94398"/>
    <w:multiLevelType w:val="hybridMultilevel"/>
    <w:tmpl w:val="A98AB238"/>
    <w:lvl w:ilvl="0" w:tplc="1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36F92FDC"/>
    <w:multiLevelType w:val="hybridMultilevel"/>
    <w:tmpl w:val="C80614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522AC"/>
    <w:multiLevelType w:val="hybridMultilevel"/>
    <w:tmpl w:val="C6F0900C"/>
    <w:lvl w:ilvl="0" w:tplc="F13895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33"/>
    <w:rsid w:val="00071FB0"/>
    <w:rsid w:val="00077696"/>
    <w:rsid w:val="000F6557"/>
    <w:rsid w:val="00111D9F"/>
    <w:rsid w:val="001144C0"/>
    <w:rsid w:val="00125B23"/>
    <w:rsid w:val="00175256"/>
    <w:rsid w:val="00187810"/>
    <w:rsid w:val="001A3B2E"/>
    <w:rsid w:val="001F1F33"/>
    <w:rsid w:val="00212311"/>
    <w:rsid w:val="00262AA3"/>
    <w:rsid w:val="00306BEB"/>
    <w:rsid w:val="0035710F"/>
    <w:rsid w:val="003C380A"/>
    <w:rsid w:val="004679E1"/>
    <w:rsid w:val="004E2307"/>
    <w:rsid w:val="00505855"/>
    <w:rsid w:val="00546C4F"/>
    <w:rsid w:val="00582F41"/>
    <w:rsid w:val="00585F77"/>
    <w:rsid w:val="005D3EC2"/>
    <w:rsid w:val="005F6DCA"/>
    <w:rsid w:val="00657B8B"/>
    <w:rsid w:val="006A050D"/>
    <w:rsid w:val="006B3462"/>
    <w:rsid w:val="006D1064"/>
    <w:rsid w:val="007166AA"/>
    <w:rsid w:val="00810269"/>
    <w:rsid w:val="00844B29"/>
    <w:rsid w:val="008917BB"/>
    <w:rsid w:val="008A4A24"/>
    <w:rsid w:val="008E129F"/>
    <w:rsid w:val="00915957"/>
    <w:rsid w:val="00965689"/>
    <w:rsid w:val="009708BE"/>
    <w:rsid w:val="009B0E07"/>
    <w:rsid w:val="00A95233"/>
    <w:rsid w:val="00AB1751"/>
    <w:rsid w:val="00AD30D9"/>
    <w:rsid w:val="00B017D5"/>
    <w:rsid w:val="00B57AE7"/>
    <w:rsid w:val="00B873B1"/>
    <w:rsid w:val="00B95B6C"/>
    <w:rsid w:val="00B978E0"/>
    <w:rsid w:val="00BB36C4"/>
    <w:rsid w:val="00BF2D67"/>
    <w:rsid w:val="00C05B1A"/>
    <w:rsid w:val="00C36666"/>
    <w:rsid w:val="00C61EE2"/>
    <w:rsid w:val="00C729B9"/>
    <w:rsid w:val="00CC4710"/>
    <w:rsid w:val="00DC6353"/>
    <w:rsid w:val="00DC6D3F"/>
    <w:rsid w:val="00DE39EB"/>
    <w:rsid w:val="00E06E53"/>
    <w:rsid w:val="00E1521C"/>
    <w:rsid w:val="00E30561"/>
    <w:rsid w:val="00E546EF"/>
    <w:rsid w:val="00E67F48"/>
    <w:rsid w:val="00EC1D73"/>
    <w:rsid w:val="00F903A7"/>
    <w:rsid w:val="00FC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28C8E81-0A3C-4C70-90DE-7589C841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A2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5B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5B23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AD30D9"/>
    <w:rPr>
      <w:lang w:eastAsia="en-US"/>
    </w:rPr>
  </w:style>
  <w:style w:type="character" w:styleId="Hyperlink">
    <w:name w:val="Hyperlink"/>
    <w:basedOn w:val="DefaultParagraphFont"/>
    <w:uiPriority w:val="99"/>
    <w:rsid w:val="00AD30D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25B23"/>
    <w:pPr>
      <w:ind w:left="720"/>
      <w:contextualSpacing/>
    </w:pPr>
  </w:style>
  <w:style w:type="table" w:styleId="TableGrid">
    <w:name w:val="Table Grid"/>
    <w:basedOn w:val="TableNormal"/>
    <w:uiPriority w:val="99"/>
    <w:rsid w:val="000F655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1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1F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1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1FB0"/>
    <w:rPr>
      <w:rFonts w:cs="Times New Roman"/>
    </w:rPr>
  </w:style>
  <w:style w:type="table" w:customStyle="1" w:styleId="TableGrid1">
    <w:name w:val="Table Grid1"/>
    <w:uiPriority w:val="99"/>
    <w:rsid w:val="0096568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E1521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7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rb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leeptechnologist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@cprb.org.n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Documents\CPRB%20website%20docs\APC%20docu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21DD-9149-419B-9710-731108D5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APC document</Template>
  <TotalTime>7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Physiologists Registration Board</vt:lpstr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Physiologists Registration Board</dc:title>
  <dc:creator>Jennifer Youard</dc:creator>
  <cp:lastModifiedBy>Jennifer Youard</cp:lastModifiedBy>
  <cp:revision>5</cp:revision>
  <dcterms:created xsi:type="dcterms:W3CDTF">2017-08-23T21:40:00Z</dcterms:created>
  <dcterms:modified xsi:type="dcterms:W3CDTF">2017-08-23T21:47:00Z</dcterms:modified>
</cp:coreProperties>
</file>